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B" w:rsidRDefault="000F071B">
      <w:pPr>
        <w:pStyle w:val="BodyText"/>
        <w:spacing w:before="31"/>
        <w:rPr>
          <w:sz w:val="20"/>
        </w:rPr>
      </w:pPr>
    </w:p>
    <w:tbl>
      <w:tblPr>
        <w:tblW w:w="0" w:type="auto"/>
        <w:tblInd w:w="1078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07"/>
      </w:tblGrid>
      <w:tr w:rsidR="000F071B" w:rsidTr="008C5305">
        <w:trPr>
          <w:trHeight w:val="300"/>
        </w:trPr>
        <w:tc>
          <w:tcPr>
            <w:tcW w:w="4307" w:type="dxa"/>
          </w:tcPr>
          <w:p w:rsidR="000F071B" w:rsidRPr="008C5305" w:rsidRDefault="000F071B" w:rsidP="008C5305">
            <w:pPr>
              <w:pStyle w:val="TableParagraph"/>
              <w:spacing w:line="281" w:lineRule="exact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Приложение</w:t>
            </w:r>
          </w:p>
        </w:tc>
      </w:tr>
      <w:tr w:rsidR="000F071B" w:rsidTr="008C5305">
        <w:trPr>
          <w:trHeight w:val="246"/>
        </w:trPr>
        <w:tc>
          <w:tcPr>
            <w:tcW w:w="4307" w:type="dxa"/>
          </w:tcPr>
          <w:p w:rsidR="000F071B" w:rsidRPr="008C5305" w:rsidRDefault="000F071B" w:rsidP="008C5305">
            <w:pPr>
              <w:pStyle w:val="TableParagraph"/>
              <w:spacing w:line="226" w:lineRule="exact"/>
              <w:jc w:val="center"/>
              <w:rPr>
                <w:sz w:val="24"/>
              </w:rPr>
            </w:pPr>
            <w:r w:rsidRPr="008C5305">
              <w:rPr>
                <w:spacing w:val="-2"/>
                <w:sz w:val="24"/>
              </w:rPr>
              <w:t>УТВЕРЖДЕН</w:t>
            </w:r>
          </w:p>
        </w:tc>
      </w:tr>
      <w:tr w:rsidR="000F071B" w:rsidTr="008C5305">
        <w:trPr>
          <w:trHeight w:val="580"/>
        </w:trPr>
        <w:tc>
          <w:tcPr>
            <w:tcW w:w="4307" w:type="dxa"/>
          </w:tcPr>
          <w:p w:rsidR="000F071B" w:rsidRPr="0014567D" w:rsidRDefault="000F071B" w:rsidP="008C5305">
            <w:pPr>
              <w:pStyle w:val="TableParagraph"/>
              <w:spacing w:line="290" w:lineRule="exact"/>
              <w:ind w:left="474" w:hanging="219"/>
              <w:rPr>
                <w:sz w:val="28"/>
              </w:rPr>
            </w:pPr>
            <w:r w:rsidRPr="0014567D">
              <w:rPr>
                <w:sz w:val="28"/>
              </w:rPr>
              <w:t>постановлением</w:t>
            </w:r>
            <w:r>
              <w:rPr>
                <w:sz w:val="28"/>
              </w:rPr>
              <w:t xml:space="preserve"> </w:t>
            </w:r>
            <w:r w:rsidRPr="0014567D">
              <w:rPr>
                <w:spacing w:val="-18"/>
                <w:sz w:val="28"/>
              </w:rPr>
              <w:t xml:space="preserve">территориальной </w:t>
            </w:r>
            <w:r w:rsidRPr="0014567D">
              <w:rPr>
                <w:sz w:val="28"/>
              </w:rPr>
              <w:t>избирательной комиссии Вышневолоцкого округа</w:t>
            </w:r>
          </w:p>
        </w:tc>
      </w:tr>
      <w:tr w:rsidR="000F071B" w:rsidRPr="00F24E99" w:rsidTr="0014567D">
        <w:trPr>
          <w:trHeight w:val="117"/>
        </w:trPr>
        <w:tc>
          <w:tcPr>
            <w:tcW w:w="4307" w:type="dxa"/>
          </w:tcPr>
          <w:p w:rsidR="000F071B" w:rsidRPr="0014567D" w:rsidRDefault="000F071B" w:rsidP="008C5305">
            <w:pPr>
              <w:pStyle w:val="TableParagraph"/>
              <w:spacing w:line="279" w:lineRule="exact"/>
              <w:jc w:val="center"/>
              <w:rPr>
                <w:sz w:val="28"/>
              </w:rPr>
            </w:pPr>
            <w:r w:rsidRPr="0014567D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Pr="0014567D">
              <w:rPr>
                <w:sz w:val="28"/>
              </w:rPr>
              <w:t xml:space="preserve">15 января 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14567D">
                <w:rPr>
                  <w:sz w:val="28"/>
                </w:rPr>
                <w:t>2026</w:t>
              </w:r>
              <w:r>
                <w:rPr>
                  <w:sz w:val="28"/>
                </w:rPr>
                <w:t xml:space="preserve"> </w:t>
              </w:r>
              <w:r w:rsidRPr="0014567D">
                <w:rPr>
                  <w:sz w:val="28"/>
                </w:rPr>
                <w:t>г</w:t>
              </w:r>
            </w:smartTag>
            <w:r>
              <w:rPr>
                <w:sz w:val="28"/>
              </w:rPr>
              <w:t>. 3/12-6</w:t>
            </w:r>
          </w:p>
        </w:tc>
      </w:tr>
    </w:tbl>
    <w:p w:rsidR="000F071B" w:rsidRDefault="000F071B">
      <w:pPr>
        <w:pStyle w:val="BodyText"/>
        <w:spacing w:before="32"/>
      </w:pPr>
    </w:p>
    <w:p w:rsidR="000F071B" w:rsidRDefault="000F071B" w:rsidP="0082688A">
      <w:pPr>
        <w:pStyle w:val="BodyText"/>
        <w:spacing w:before="1" w:line="259" w:lineRule="auto"/>
        <w:ind w:left="6207" w:right="186" w:hanging="4979"/>
      </w:pPr>
      <w:r>
        <w:t>План мероприятий по обучению членов избирательных комиссий и иных участников избирательного процесса в Вышневолоцком муниципальном округе Тверской области на 2026 год</w:t>
      </w:r>
    </w:p>
    <w:p w:rsidR="000F071B" w:rsidRDefault="000F071B">
      <w:pPr>
        <w:pStyle w:val="BodyText"/>
        <w:spacing w:before="139"/>
        <w:rPr>
          <w:sz w:val="2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8"/>
        <w:gridCol w:w="9082"/>
        <w:gridCol w:w="2683"/>
        <w:gridCol w:w="2409"/>
      </w:tblGrid>
      <w:tr w:rsidR="000F071B" w:rsidTr="008C5305">
        <w:trPr>
          <w:trHeight w:val="575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line="298" w:lineRule="exact"/>
              <w:ind w:left="143"/>
              <w:rPr>
                <w:sz w:val="28"/>
              </w:rPr>
            </w:pPr>
            <w:r w:rsidRPr="008C5305">
              <w:rPr>
                <w:sz w:val="28"/>
              </w:rPr>
              <w:t xml:space="preserve">№ </w:t>
            </w:r>
            <w:r w:rsidRPr="008C5305">
              <w:rPr>
                <w:spacing w:val="-5"/>
                <w:sz w:val="28"/>
              </w:rPr>
              <w:t>п/п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117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Наименование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line="280" w:lineRule="exact"/>
              <w:ind w:left="646" w:firstLine="312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line="280" w:lineRule="exact"/>
              <w:ind w:left="433" w:hanging="80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Организаторы мероприятия</w:t>
            </w:r>
          </w:p>
        </w:tc>
      </w:tr>
      <w:tr w:rsidR="000F071B" w:rsidTr="008C5305">
        <w:trPr>
          <w:trHeight w:val="2267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4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7"/>
              <w:ind w:left="14"/>
              <w:rPr>
                <w:sz w:val="28"/>
              </w:rPr>
            </w:pPr>
            <w:r w:rsidRPr="008C5305">
              <w:rPr>
                <w:sz w:val="28"/>
              </w:rPr>
              <w:t xml:space="preserve">Применение учебно-методических материалов, а также обучающих материалов (информации) ЦИК России </w:t>
            </w:r>
            <w:r>
              <w:rPr>
                <w:sz w:val="28"/>
              </w:rPr>
              <w:t xml:space="preserve">,ИКТО </w:t>
            </w:r>
            <w:r w:rsidRPr="008C5305">
              <w:rPr>
                <w:sz w:val="28"/>
              </w:rPr>
              <w:t>для интерактивных и дистанционных форм обучения членов избирательных комиссий и иных участников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процесса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субъектах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Российской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Федерации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период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7"/>
              <w:ind w:left="47" w:right="31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Территориальная избирательная комиссия Вышневолоцкого округа</w:t>
            </w:r>
          </w:p>
          <w:p w:rsidR="000F071B" w:rsidRPr="008C5305" w:rsidRDefault="000F071B" w:rsidP="008C5305">
            <w:pPr>
              <w:pStyle w:val="TableParagraph"/>
              <w:spacing w:line="308" w:lineRule="exact"/>
              <w:ind w:left="17" w:right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(ТИК)</w:t>
            </w:r>
          </w:p>
        </w:tc>
      </w:tr>
      <w:tr w:rsidR="000F071B" w:rsidTr="008C5305">
        <w:trPr>
          <w:trHeight w:val="1303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4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2.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7" w:line="242" w:lineRule="auto"/>
              <w:ind w:left="14"/>
              <w:rPr>
                <w:sz w:val="28"/>
              </w:rPr>
            </w:pPr>
            <w:r w:rsidRPr="008C5305">
              <w:rPr>
                <w:sz w:val="28"/>
              </w:rPr>
              <w:t>Подготовка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электронных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учебно-методических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материалов,</w:t>
            </w:r>
            <w:r>
              <w:rPr>
                <w:sz w:val="28"/>
              </w:rPr>
              <w:t xml:space="preserve">   </w:t>
            </w:r>
            <w:r w:rsidRPr="008C5305">
              <w:rPr>
                <w:sz w:val="28"/>
              </w:rPr>
              <w:t>необходимых для организации и проведения обучения членов избирательных комиссий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"/>
              <w:rPr>
                <w:sz w:val="28"/>
              </w:rPr>
            </w:pP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процесса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(методические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пособия, презентации, иные материалы)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период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1303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5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3.</w:t>
            </w:r>
          </w:p>
        </w:tc>
        <w:tc>
          <w:tcPr>
            <w:tcW w:w="9082" w:type="dxa"/>
          </w:tcPr>
          <w:p w:rsidR="000F071B" w:rsidRPr="008C5305" w:rsidRDefault="000F071B" w:rsidP="0076543D">
            <w:pPr>
              <w:pStyle w:val="TableParagraph"/>
              <w:spacing w:before="7"/>
              <w:ind w:left="14"/>
              <w:rPr>
                <w:sz w:val="28"/>
              </w:rPr>
            </w:pPr>
            <w:r w:rsidRPr="008C5305">
              <w:rPr>
                <w:sz w:val="28"/>
              </w:rPr>
              <w:t>Участие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проводимых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ЦИК</w:t>
            </w:r>
            <w:r>
              <w:rPr>
                <w:sz w:val="28"/>
              </w:rPr>
              <w:t xml:space="preserve"> России </w:t>
            </w:r>
            <w:r w:rsidRPr="008C5305">
              <w:rPr>
                <w:sz w:val="28"/>
              </w:rPr>
              <w:t>РЦОИТ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ЦИК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России</w:t>
            </w:r>
            <w:r>
              <w:rPr>
                <w:sz w:val="28"/>
              </w:rPr>
              <w:t xml:space="preserve">  и ИКТО </w:t>
            </w:r>
            <w:r w:rsidRPr="008C5305">
              <w:rPr>
                <w:sz w:val="28"/>
              </w:rPr>
              <w:t>для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членов избирательных комиссий обучающих мероприятиях по вопросам организации и проведения выборов в единые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дни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голосования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период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jc w:val="center"/>
        <w:rPr>
          <w:sz w:val="28"/>
        </w:rPr>
        <w:sectPr w:rsidR="000F071B">
          <w:headerReference w:type="default" r:id="rId7"/>
          <w:type w:val="continuous"/>
          <w:pgSz w:w="16840" w:h="11910" w:orient="landscape"/>
          <w:pgMar w:top="1400" w:right="425" w:bottom="280" w:left="425" w:header="712" w:footer="0" w:gutter="0"/>
          <w:pgNumType w:start="1"/>
          <w:cols w:space="720"/>
        </w:sectPr>
      </w:pPr>
    </w:p>
    <w:p w:rsidR="000F071B" w:rsidRDefault="000F071B">
      <w:pPr>
        <w:pStyle w:val="BodyText"/>
        <w:rPr>
          <w:sz w:val="2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8"/>
        <w:gridCol w:w="9082"/>
        <w:gridCol w:w="2683"/>
        <w:gridCol w:w="2409"/>
      </w:tblGrid>
      <w:tr w:rsidR="000F071B" w:rsidTr="008C5305">
        <w:trPr>
          <w:trHeight w:val="1948"/>
        </w:trPr>
        <w:tc>
          <w:tcPr>
            <w:tcW w:w="1008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before="76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4.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9"/>
              <w:ind w:left="146" w:right="120" w:firstLine="283"/>
              <w:jc w:val="both"/>
              <w:rPr>
                <w:sz w:val="28"/>
              </w:rPr>
            </w:pPr>
            <w:r w:rsidRPr="008C5305">
              <w:rPr>
                <w:sz w:val="28"/>
              </w:rPr>
              <w:t>Обучение членов участковых избирательных комиссий, в том числе в период подготовки и проведения выборов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восьмого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созыва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единый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день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голосования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20</w:t>
            </w:r>
          </w:p>
          <w:p w:rsidR="000F071B" w:rsidRPr="008C5305" w:rsidRDefault="000F071B" w:rsidP="008C5305">
            <w:pPr>
              <w:pStyle w:val="TableParagraph"/>
              <w:spacing w:before="1" w:line="308" w:lineRule="exact"/>
              <w:ind w:left="146"/>
              <w:jc w:val="both"/>
              <w:rPr>
                <w:sz w:val="28"/>
              </w:rPr>
            </w:pPr>
            <w:r w:rsidRPr="008C5305">
              <w:rPr>
                <w:sz w:val="28"/>
              </w:rPr>
              <w:t>сентября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2026</w:t>
            </w:r>
            <w:r>
              <w:rPr>
                <w:sz w:val="28"/>
              </w:rPr>
              <w:t xml:space="preserve">   , </w:t>
            </w:r>
            <w:r w:rsidRPr="008C5305">
              <w:rPr>
                <w:sz w:val="28"/>
              </w:rPr>
              <w:t>том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числе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портале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ЕПГУ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105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17" w:right="3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согласно</w:t>
            </w:r>
            <w:r w:rsidRPr="008C5305">
              <w:rPr>
                <w:spacing w:val="-2"/>
                <w:sz w:val="28"/>
              </w:rPr>
              <w:t xml:space="preserve"> учебно-</w:t>
            </w:r>
          </w:p>
          <w:p w:rsidR="000F071B" w:rsidRPr="008C5305" w:rsidRDefault="000F071B" w:rsidP="008C5305">
            <w:pPr>
              <w:pStyle w:val="TableParagraph"/>
              <w:spacing w:before="2"/>
              <w:ind w:left="17" w:right="3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тематическому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плану</w:t>
            </w:r>
          </w:p>
        </w:tc>
        <w:tc>
          <w:tcPr>
            <w:tcW w:w="240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before="169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17" w:right="3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1303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74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5.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7"/>
              <w:ind w:left="146" w:right="120" w:firstLine="283"/>
              <w:jc w:val="both"/>
              <w:rPr>
                <w:sz w:val="28"/>
              </w:rPr>
            </w:pPr>
            <w:r w:rsidRPr="008C5305">
              <w:rPr>
                <w:sz w:val="28"/>
              </w:rPr>
              <w:t>Подготовка (создание) презентаций, методических материалов избирательной комиссии Тверской области для обучения членов участковых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комиссий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(в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электронном</w:t>
            </w:r>
          </w:p>
          <w:p w:rsidR="000F071B" w:rsidRPr="008C5305" w:rsidRDefault="000F071B" w:rsidP="008C5305">
            <w:pPr>
              <w:pStyle w:val="TableParagraph"/>
              <w:spacing w:before="2" w:line="308" w:lineRule="exact"/>
              <w:ind w:left="146"/>
              <w:jc w:val="both"/>
              <w:rPr>
                <w:sz w:val="28"/>
              </w:rPr>
            </w:pPr>
            <w:r w:rsidRPr="008C5305">
              <w:rPr>
                <w:sz w:val="28"/>
              </w:rPr>
              <w:t>виде),в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том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числе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для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размещения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168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17" w:right="5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весь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период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168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17" w:right="3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760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124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6.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57"/>
              <w:ind w:left="146" w:right="173" w:firstLine="283"/>
              <w:rPr>
                <w:sz w:val="28"/>
              </w:rPr>
            </w:pPr>
            <w:r w:rsidRPr="008C5305">
              <w:rPr>
                <w:sz w:val="28"/>
              </w:rPr>
              <w:t>Размещение учебных курсов и обучающих материалов на платформе на портале ЕПГУ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218"/>
              <w:ind w:left="17" w:right="3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июнь-</w:t>
            </w: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218"/>
              <w:ind w:left="17" w:right="3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868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178"/>
              <w:ind w:left="290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7.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5" w:line="259" w:lineRule="auto"/>
              <w:ind w:left="14"/>
              <w:rPr>
                <w:sz w:val="28"/>
              </w:rPr>
            </w:pPr>
            <w:r w:rsidRPr="008C5305">
              <w:rPr>
                <w:sz w:val="28"/>
              </w:rPr>
              <w:t>Контроль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оценка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результатов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обучения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 процесса в 202</w:t>
            </w:r>
            <w:r>
              <w:rPr>
                <w:sz w:val="28"/>
              </w:rPr>
              <w:t>6</w:t>
            </w:r>
            <w:r w:rsidRPr="008C5305">
              <w:rPr>
                <w:sz w:val="28"/>
              </w:rPr>
              <w:t xml:space="preserve"> году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2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сентябрь,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декабрь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5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868"/>
        </w:trPr>
        <w:tc>
          <w:tcPr>
            <w:tcW w:w="1008" w:type="dxa"/>
          </w:tcPr>
          <w:p w:rsidR="000F071B" w:rsidRPr="008C5305" w:rsidRDefault="000F071B" w:rsidP="008C5305">
            <w:pPr>
              <w:pStyle w:val="TableParagraph"/>
              <w:spacing w:before="178"/>
              <w:ind w:left="290"/>
              <w:rPr>
                <w:spacing w:val="-5"/>
                <w:sz w:val="28"/>
              </w:rPr>
            </w:pPr>
            <w:r w:rsidRPr="008C5305">
              <w:rPr>
                <w:spacing w:val="-5"/>
                <w:sz w:val="28"/>
              </w:rPr>
              <w:t>8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28" w:line="242" w:lineRule="auto"/>
              <w:ind w:left="180" w:firstLine="244"/>
              <w:rPr>
                <w:sz w:val="28"/>
              </w:rPr>
            </w:pPr>
            <w:r w:rsidRPr="008C5305">
              <w:rPr>
                <w:sz w:val="28"/>
              </w:rPr>
              <w:t>Участие в Школе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(практикуме)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для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молодых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участковых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избирательных </w:t>
            </w:r>
            <w:r w:rsidRPr="008C5305">
              <w:rPr>
                <w:spacing w:val="-2"/>
                <w:sz w:val="28"/>
              </w:rPr>
              <w:t>комиссий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192"/>
              <w:ind w:left="17" w:right="3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май</w:t>
            </w:r>
          </w:p>
        </w:tc>
        <w:tc>
          <w:tcPr>
            <w:tcW w:w="2409" w:type="dxa"/>
          </w:tcPr>
          <w:p w:rsidR="000F071B" w:rsidRPr="008C5305" w:rsidRDefault="000F071B" w:rsidP="008C5305">
            <w:pPr>
              <w:pStyle w:val="TableParagraph"/>
              <w:spacing w:before="192"/>
              <w:ind w:left="17" w:right="3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rPr>
          <w:sz w:val="28"/>
        </w:rPr>
        <w:sectPr w:rsidR="000F071B">
          <w:pgSz w:w="16840" w:h="11910" w:orient="landscape"/>
          <w:pgMar w:top="1400" w:right="425" w:bottom="280" w:left="425" w:header="712" w:footer="0" w:gutter="0"/>
          <w:cols w:space="720"/>
        </w:sectPr>
      </w:pPr>
    </w:p>
    <w:p w:rsidR="000F071B" w:rsidRDefault="000F071B">
      <w:pPr>
        <w:pStyle w:val="BodyText"/>
        <w:rPr>
          <w:sz w:val="2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8"/>
        <w:gridCol w:w="9082"/>
        <w:gridCol w:w="2683"/>
        <w:gridCol w:w="2409"/>
      </w:tblGrid>
      <w:tr w:rsidR="000F071B" w:rsidTr="008C5305">
        <w:trPr>
          <w:trHeight w:val="1946"/>
        </w:trPr>
        <w:tc>
          <w:tcPr>
            <w:tcW w:w="1008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before="73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3" w:right="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</w:t>
            </w:r>
            <w:r w:rsidRPr="008C5305">
              <w:rPr>
                <w:spacing w:val="-5"/>
                <w:sz w:val="28"/>
              </w:rPr>
              <w:t>.</w:t>
            </w:r>
          </w:p>
        </w:tc>
        <w:tc>
          <w:tcPr>
            <w:tcW w:w="9082" w:type="dxa"/>
          </w:tcPr>
          <w:p w:rsidR="000F071B" w:rsidRPr="008C5305" w:rsidRDefault="000F071B" w:rsidP="008C5305">
            <w:pPr>
              <w:pStyle w:val="TableParagraph"/>
              <w:spacing w:before="1" w:line="308" w:lineRule="exact"/>
              <w:ind w:left="180"/>
              <w:jc w:val="both"/>
              <w:rPr>
                <w:sz w:val="28"/>
              </w:rPr>
            </w:pPr>
            <w:r w:rsidRPr="008C5305">
              <w:rPr>
                <w:sz w:val="28"/>
              </w:rPr>
              <w:t>Организация и проведение инструктажа-обучения волонтеров в рамках проекта «Волонтер на выборах» на выборах депутатов Государственной Думы Федерального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 Российской Федерации девятого созыва, Губернатора Тверской области, депутатов Законодательного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восьмого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созыва</w:t>
            </w:r>
            <w:r>
              <w:rPr>
                <w:sz w:val="28"/>
              </w:rPr>
              <w:t xml:space="preserve"> , дополнительных выборов депутата Думы Вышневолоцкого муниципального округа по одномандатному избирательному округу №3 </w:t>
            </w:r>
            <w:r w:rsidRPr="008C5305">
              <w:rPr>
                <w:spacing w:val="-5"/>
                <w:sz w:val="28"/>
              </w:rPr>
              <w:t>20</w:t>
            </w:r>
            <w:r>
              <w:rPr>
                <w:spacing w:val="-5"/>
                <w:sz w:val="28"/>
              </w:rPr>
              <w:t xml:space="preserve"> </w:t>
            </w:r>
            <w:r w:rsidRPr="008C5305">
              <w:rPr>
                <w:sz w:val="28"/>
              </w:rPr>
              <w:t>сентября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2026</w:t>
            </w:r>
            <w:r w:rsidRPr="008C5305">
              <w:rPr>
                <w:spacing w:val="-4"/>
                <w:sz w:val="28"/>
              </w:rPr>
              <w:t xml:space="preserve"> года</w:t>
            </w:r>
          </w:p>
        </w:tc>
        <w:tc>
          <w:tcPr>
            <w:tcW w:w="2683" w:type="dxa"/>
          </w:tcPr>
          <w:p w:rsidR="000F071B" w:rsidRPr="008C5305" w:rsidRDefault="000F071B" w:rsidP="008C5305">
            <w:pPr>
              <w:pStyle w:val="TableParagraph"/>
              <w:spacing w:before="7"/>
              <w:ind w:left="17" w:right="6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40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before="6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242" w:lineRule="auto"/>
              <w:ind w:left="928" w:right="765" w:hanging="137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rPr>
          <w:sz w:val="28"/>
        </w:rPr>
        <w:sectPr w:rsidR="000F071B">
          <w:pgSz w:w="16840" w:h="11910" w:orient="landscape"/>
          <w:pgMar w:top="1400" w:right="425" w:bottom="280" w:left="425" w:header="712" w:footer="0" w:gutter="0"/>
          <w:cols w:space="720"/>
        </w:sectPr>
      </w:pPr>
    </w:p>
    <w:p w:rsidR="000F071B" w:rsidRDefault="000F071B">
      <w:pPr>
        <w:pStyle w:val="BodyText"/>
        <w:spacing w:before="0"/>
        <w:rPr>
          <w:sz w:val="20"/>
        </w:rPr>
      </w:pPr>
    </w:p>
    <w:p w:rsidR="000F071B" w:rsidRDefault="000F071B">
      <w:pPr>
        <w:pStyle w:val="BodyText"/>
        <w:spacing w:before="0"/>
        <w:rPr>
          <w:sz w:val="20"/>
        </w:rPr>
      </w:pPr>
    </w:p>
    <w:p w:rsidR="000F071B" w:rsidRDefault="000F071B">
      <w:pPr>
        <w:pStyle w:val="BodyText"/>
        <w:spacing w:before="0"/>
        <w:rPr>
          <w:sz w:val="20"/>
        </w:rPr>
      </w:pPr>
    </w:p>
    <w:p w:rsidR="000F071B" w:rsidRDefault="000F071B">
      <w:pPr>
        <w:pStyle w:val="BodyText"/>
        <w:spacing w:before="0"/>
        <w:rPr>
          <w:sz w:val="20"/>
        </w:rPr>
      </w:pPr>
    </w:p>
    <w:p w:rsidR="000F071B" w:rsidRDefault="000F071B">
      <w:pPr>
        <w:pStyle w:val="BodyText"/>
        <w:spacing w:before="155"/>
        <w:rPr>
          <w:sz w:val="20"/>
        </w:rPr>
      </w:pPr>
    </w:p>
    <w:tbl>
      <w:tblPr>
        <w:tblW w:w="0" w:type="auto"/>
        <w:tblInd w:w="100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43"/>
      </w:tblGrid>
      <w:tr w:rsidR="000F071B" w:rsidTr="008C5305">
        <w:trPr>
          <w:trHeight w:val="300"/>
        </w:trPr>
        <w:tc>
          <w:tcPr>
            <w:tcW w:w="4943" w:type="dxa"/>
          </w:tcPr>
          <w:p w:rsidR="000F071B" w:rsidRPr="008C5305" w:rsidRDefault="000F071B" w:rsidP="008C5305">
            <w:pPr>
              <w:pStyle w:val="TableParagraph"/>
              <w:spacing w:line="281" w:lineRule="exact"/>
              <w:ind w:left="8" w:right="5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Приложение</w:t>
            </w:r>
          </w:p>
        </w:tc>
      </w:tr>
      <w:tr w:rsidR="000F071B" w:rsidTr="008C5305">
        <w:trPr>
          <w:trHeight w:val="1170"/>
        </w:trPr>
        <w:tc>
          <w:tcPr>
            <w:tcW w:w="4943" w:type="dxa"/>
          </w:tcPr>
          <w:p w:rsidR="000F071B" w:rsidRPr="008C5305" w:rsidRDefault="000F071B" w:rsidP="008C5305">
            <w:pPr>
              <w:pStyle w:val="TableParagraph"/>
              <w:spacing w:before="4" w:line="216" w:lineRule="auto"/>
              <w:ind w:left="50" w:right="48" w:firstLine="3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 Плану мероприятий по обучению членов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комиссий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иных</w:t>
            </w:r>
          </w:p>
          <w:p w:rsidR="000F071B" w:rsidRPr="008C5305" w:rsidRDefault="000F071B" w:rsidP="008C5305">
            <w:pPr>
              <w:pStyle w:val="TableParagraph"/>
              <w:spacing w:line="288" w:lineRule="exact"/>
              <w:ind w:left="8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процесса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 Вышневолоцком муниципальном округе Тверской области на 2026 год</w:t>
            </w:r>
          </w:p>
        </w:tc>
      </w:tr>
    </w:tbl>
    <w:p w:rsidR="000F071B" w:rsidRDefault="000F071B">
      <w:pPr>
        <w:pStyle w:val="BodyText"/>
        <w:spacing w:before="233"/>
        <w:ind w:left="707"/>
        <w:jc w:val="center"/>
      </w:pPr>
      <w:r>
        <w:t xml:space="preserve">Учебно-тематический план </w:t>
      </w:r>
      <w:r>
        <w:rPr>
          <w:spacing w:val="-2"/>
        </w:rPr>
        <w:t>обучения</w:t>
      </w:r>
    </w:p>
    <w:p w:rsidR="000F071B" w:rsidRDefault="000F071B">
      <w:pPr>
        <w:pStyle w:val="BodyText"/>
        <w:spacing w:before="0"/>
        <w:rPr>
          <w:sz w:val="17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554"/>
        <w:gridCol w:w="4678"/>
        <w:gridCol w:w="1699"/>
        <w:gridCol w:w="2126"/>
        <w:gridCol w:w="1559"/>
        <w:gridCol w:w="1984"/>
      </w:tblGrid>
      <w:tr w:rsidR="000F071B" w:rsidTr="008C5305">
        <w:trPr>
          <w:trHeight w:val="72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395"/>
        </w:trPr>
        <w:tc>
          <w:tcPr>
            <w:tcW w:w="15308" w:type="dxa"/>
            <w:gridSpan w:val="7"/>
          </w:tcPr>
          <w:p w:rsidR="000F071B" w:rsidRPr="008C5305" w:rsidRDefault="000F071B" w:rsidP="008C5305">
            <w:pPr>
              <w:pStyle w:val="TableParagraph"/>
              <w:spacing w:before="31"/>
              <w:ind w:left="12" w:right="7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Обучение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территориальных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комиссий</w:t>
            </w:r>
          </w:p>
        </w:tc>
      </w:tr>
      <w:tr w:rsidR="000F071B" w:rsidTr="008C5305">
        <w:trPr>
          <w:trHeight w:val="89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7" w:lineRule="exact"/>
              <w:ind w:right="309"/>
              <w:jc w:val="right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Изменения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избирательном </w:t>
            </w:r>
            <w:r w:rsidRPr="008C5305">
              <w:rPr>
                <w:spacing w:val="-2"/>
                <w:sz w:val="28"/>
              </w:rPr>
              <w:t>законодательстве.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Порядок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сроки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дополнительного зачисления в резерв составов участковых комиссий.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 w:right="66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февраль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7" w:right="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89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241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6" w:right="140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2.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члены 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Основны</w:t>
            </w:r>
            <w:r>
              <w:rPr>
                <w:sz w:val="28"/>
              </w:rPr>
              <w:t xml:space="preserve">е </w:t>
            </w:r>
            <w:r w:rsidRPr="008C5305">
              <w:rPr>
                <w:sz w:val="28"/>
              </w:rPr>
              <w:t>календарные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сроки избирательных действий при</w:t>
            </w:r>
          </w:p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подготовке и проведении выборов депутатов Государственной Думы Федерального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Российской Федерации девятого созыва, Губернатора Тверской области, депутатов Законодательного</w:t>
            </w:r>
          </w:p>
          <w:p w:rsidR="000F071B" w:rsidRPr="008C5305" w:rsidRDefault="000F071B" w:rsidP="008C5305">
            <w:pPr>
              <w:pStyle w:val="TableParagraph"/>
              <w:spacing w:line="320" w:lineRule="atLeast"/>
              <w:ind w:left="141" w:right="864"/>
              <w:rPr>
                <w:sz w:val="28"/>
              </w:rPr>
            </w:pPr>
            <w:r w:rsidRPr="008C5305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области восьмого созыва, дополнительных выборов  депутата Думы Вышневолоцкого муниципального округа Тверской области по одномандатному избирательному округу №3.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май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3016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3.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 w:rsidRPr="008C5305">
              <w:rPr>
                <w:spacing w:val="-18"/>
                <w:sz w:val="28"/>
              </w:rPr>
              <w:t xml:space="preserve"> рабочей  группы </w:t>
            </w:r>
            <w:r w:rsidRPr="008C5305">
              <w:rPr>
                <w:sz w:val="28"/>
              </w:rPr>
              <w:t>ТИК  по рассмотрению обращений участников избирательного процесса</w:t>
            </w:r>
          </w:p>
          <w:p w:rsidR="000F071B" w:rsidRPr="008C5305" w:rsidRDefault="000F071B" w:rsidP="008C5305">
            <w:pPr>
              <w:pStyle w:val="TableParagraph"/>
              <w:spacing w:line="312" w:lineRule="exact"/>
              <w:ind w:left="8" w:right="91"/>
              <w:jc w:val="center"/>
              <w:rPr>
                <w:sz w:val="28"/>
              </w:rPr>
            </w:pP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41" w:right="88"/>
              <w:rPr>
                <w:sz w:val="28"/>
              </w:rPr>
            </w:pPr>
            <w:r w:rsidRPr="008C5305">
              <w:rPr>
                <w:sz w:val="28"/>
              </w:rPr>
              <w:t>Порядок работы избирательной комиссии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обращениями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граждан </w:t>
            </w:r>
            <w:r w:rsidRPr="008C5305">
              <w:rPr>
                <w:spacing w:val="-4"/>
                <w:sz w:val="28"/>
              </w:rPr>
              <w:t>РФ.</w:t>
            </w:r>
          </w:p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Решения, принимаемые территориальной,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участковой избирательной комиссией по</w:t>
            </w:r>
          </w:p>
          <w:p w:rsidR="000F071B" w:rsidRPr="008C5305" w:rsidRDefault="000F071B" w:rsidP="008C5305">
            <w:pPr>
              <w:pStyle w:val="TableParagraph"/>
              <w:ind w:left="107" w:right="284" w:firstLine="33"/>
              <w:jc w:val="both"/>
              <w:rPr>
                <w:sz w:val="28"/>
              </w:rPr>
            </w:pPr>
            <w:r w:rsidRPr="008C5305">
              <w:rPr>
                <w:sz w:val="28"/>
              </w:rPr>
              <w:t>жалобам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(заявлениям)граждан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РФ. Общественный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контроль.</w:t>
            </w:r>
            <w:r>
              <w:rPr>
                <w:sz w:val="28"/>
              </w:rPr>
              <w:t xml:space="preserve">  </w:t>
            </w:r>
            <w:r w:rsidRPr="008C5305">
              <w:rPr>
                <w:sz w:val="28"/>
              </w:rPr>
              <w:t>Работа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 списком наблюдателей.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май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995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7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338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8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4.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18"/>
                <w:sz w:val="28"/>
              </w:rPr>
              <w:t xml:space="preserve">рабочей  группы </w:t>
            </w:r>
            <w:r w:rsidRPr="008C5305">
              <w:rPr>
                <w:sz w:val="28"/>
              </w:rPr>
              <w:t>ТИК  по приему и проверке документов, представляемых кандидатами в депутаты, уполномоченными представителями избирательных объединений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07" w:right="350"/>
              <w:jc w:val="both"/>
              <w:rPr>
                <w:sz w:val="28"/>
              </w:rPr>
            </w:pPr>
            <w:r w:rsidRPr="008C5305">
              <w:rPr>
                <w:sz w:val="28"/>
              </w:rPr>
              <w:t>Выдвижение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кандидатов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порядке самовыдвижения,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избирательными объединениями, их регистрация.</w:t>
            </w:r>
          </w:p>
          <w:p w:rsidR="000F071B" w:rsidRPr="008C5305" w:rsidRDefault="000F071B" w:rsidP="008C5305">
            <w:pPr>
              <w:pStyle w:val="TableParagraph"/>
              <w:spacing w:before="74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Порядок приема и проверки подписных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листов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подписями избирателей в поддержку</w:t>
            </w:r>
          </w:p>
          <w:p w:rsidR="000F071B" w:rsidRPr="008C5305" w:rsidRDefault="000F071B" w:rsidP="008C5305">
            <w:pPr>
              <w:pStyle w:val="TableParagraph"/>
              <w:spacing w:before="1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выдвижения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кандидата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иных связанных с ними документов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Регистрация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кандидатов.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Отказ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 регистрации и практика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рассмотрения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жалоб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указанные </w:t>
            </w:r>
            <w:r w:rsidRPr="008C5305">
              <w:rPr>
                <w:spacing w:val="-2"/>
                <w:sz w:val="28"/>
              </w:rPr>
              <w:t>решения.</w:t>
            </w:r>
          </w:p>
          <w:p w:rsidR="000F071B" w:rsidRPr="008C5305" w:rsidRDefault="000F071B" w:rsidP="008C5305">
            <w:pPr>
              <w:pStyle w:val="TableParagraph"/>
              <w:spacing w:before="74" w:line="322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ТИК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по</w:t>
            </w:r>
          </w:p>
          <w:p w:rsidR="000F071B" w:rsidRPr="008C5305" w:rsidRDefault="000F071B" w:rsidP="008C5305">
            <w:pPr>
              <w:pStyle w:val="TableParagraph"/>
              <w:spacing w:before="67" w:line="322" w:lineRule="exact"/>
              <w:ind w:left="107" w:firstLine="33"/>
              <w:rPr>
                <w:sz w:val="28"/>
              </w:rPr>
            </w:pPr>
            <w:r w:rsidRPr="008C5305">
              <w:rPr>
                <w:sz w:val="28"/>
              </w:rPr>
              <w:t>проверке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достоверности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сведений, представленных кандидатами.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 w:right="69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июнь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</w:tbl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p w:rsidR="000F071B" w:rsidRDefault="000F071B">
      <w:pPr>
        <w:pStyle w:val="BodyText"/>
        <w:rPr>
          <w:sz w:val="20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554"/>
        <w:gridCol w:w="4678"/>
        <w:gridCol w:w="1699"/>
        <w:gridCol w:w="2126"/>
        <w:gridCol w:w="1559"/>
        <w:gridCol w:w="1984"/>
      </w:tblGrid>
      <w:tr w:rsidR="000F071B" w:rsidTr="008C5305">
        <w:trPr>
          <w:trHeight w:val="71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199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5.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 w:rsidRPr="008C5305">
              <w:rPr>
                <w:sz w:val="28"/>
              </w:rPr>
              <w:t>Члены 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ППЗ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на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выборах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Единый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день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голосования 20 сентября 2026 года.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6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июль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очная, дистанционная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  <w:r>
              <w:rPr>
                <w:spacing w:val="-2"/>
                <w:sz w:val="28"/>
              </w:rPr>
              <w:t>, практическое 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128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6.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 w:rsidRPr="008C5305">
              <w:rPr>
                <w:sz w:val="28"/>
              </w:rPr>
              <w:t xml:space="preserve">члены рабочей группы </w:t>
            </w:r>
            <w:r w:rsidRPr="008C5305">
              <w:rPr>
                <w:spacing w:val="-5"/>
                <w:sz w:val="28"/>
              </w:rPr>
              <w:t>ТИК по информационным спорам и иным вопросам информационного обеспечения выборов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Информационное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обеспечение</w:t>
            </w:r>
          </w:p>
          <w:p w:rsidR="000F071B" w:rsidRPr="008C5305" w:rsidRDefault="000F071B" w:rsidP="008C5305">
            <w:pPr>
              <w:pStyle w:val="TableParagraph"/>
              <w:spacing w:before="2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выборов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Государственной Думы Федерального Собрания</w:t>
            </w:r>
          </w:p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Российской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Федерации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девятого</w:t>
            </w:r>
            <w:r>
              <w:rPr>
                <w:spacing w:val="-2"/>
                <w:sz w:val="28"/>
              </w:rPr>
              <w:t xml:space="preserve"> </w:t>
            </w:r>
            <w:r w:rsidRPr="008C5305">
              <w:rPr>
                <w:sz w:val="28"/>
              </w:rPr>
              <w:t>созыва,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Губернатора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Тверской области, депутатов</w:t>
            </w:r>
          </w:p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Законодательного</w:t>
            </w:r>
            <w:r>
              <w:rPr>
                <w:sz w:val="28"/>
              </w:rPr>
              <w:t xml:space="preserve">  </w:t>
            </w:r>
            <w:r w:rsidRPr="008C5305">
              <w:rPr>
                <w:spacing w:val="-2"/>
                <w:sz w:val="28"/>
              </w:rPr>
              <w:t>Собрания</w:t>
            </w:r>
          </w:p>
          <w:p w:rsidR="000F071B" w:rsidRPr="008C5305" w:rsidRDefault="000F071B" w:rsidP="008C5305">
            <w:pPr>
              <w:pStyle w:val="TableParagraph"/>
              <w:ind w:left="141" w:right="170"/>
              <w:rPr>
                <w:sz w:val="28"/>
              </w:rPr>
            </w:pPr>
            <w:r w:rsidRPr="008C5305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        </w:t>
            </w:r>
            <w:r w:rsidRPr="008C5305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восьмог</w:t>
            </w:r>
            <w:r>
              <w:rPr>
                <w:sz w:val="28"/>
              </w:rPr>
              <w:t xml:space="preserve">о </w:t>
            </w:r>
            <w:r w:rsidRPr="008C5305">
              <w:rPr>
                <w:sz w:val="28"/>
              </w:rPr>
              <w:t>созыва, дополнительных выборов депутата Думы Вышневолоцкого муниципального округа Тверской области по одномандатному избирательному округу №3.</w:t>
            </w:r>
          </w:p>
          <w:p w:rsidR="000F071B" w:rsidRPr="008C5305" w:rsidRDefault="000F071B" w:rsidP="008C5305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Контроль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за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проведением предвыборной агитации.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3" w:lineRule="exact"/>
              <w:ind w:left="80" w:right="66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июль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3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3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spacing w:line="313" w:lineRule="exact"/>
        <w:jc w:val="center"/>
        <w:rPr>
          <w:sz w:val="28"/>
        </w:rPr>
        <w:sectPr w:rsidR="000F071B">
          <w:pgSz w:w="16840" w:h="11910" w:orient="landscape"/>
          <w:pgMar w:top="1400" w:right="425" w:bottom="280" w:left="425" w:header="712" w:footer="0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554"/>
        <w:gridCol w:w="4678"/>
        <w:gridCol w:w="1699"/>
        <w:gridCol w:w="2126"/>
        <w:gridCol w:w="1559"/>
        <w:gridCol w:w="1984"/>
      </w:tblGrid>
      <w:tr w:rsidR="000F071B" w:rsidTr="008C5305">
        <w:trPr>
          <w:trHeight w:val="71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з</w:t>
            </w:r>
            <w:r w:rsidRPr="008C5305">
              <w:rPr>
                <w:spacing w:val="-2"/>
                <w:sz w:val="28"/>
              </w:rPr>
              <w:t>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289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7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7.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 xml:space="preserve">члены </w:t>
            </w:r>
            <w:r w:rsidRPr="008C5305">
              <w:rPr>
                <w:spacing w:val="-5"/>
                <w:sz w:val="28"/>
              </w:rPr>
              <w:t>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7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ТИК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10"/>
                <w:sz w:val="28"/>
              </w:rPr>
              <w:t>с</w:t>
            </w:r>
          </w:p>
          <w:p w:rsidR="000F071B" w:rsidRPr="008C5305" w:rsidRDefault="000F071B" w:rsidP="008C5305">
            <w:pPr>
              <w:pStyle w:val="TableParagraph"/>
              <w:ind w:left="141" w:right="88"/>
              <w:rPr>
                <w:sz w:val="28"/>
              </w:rPr>
            </w:pPr>
            <w:r w:rsidRPr="008C5305">
              <w:rPr>
                <w:sz w:val="28"/>
              </w:rPr>
              <w:t>избирательными бюллетенями. Форма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бюллетеня.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Требования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изготовлению</w:t>
            </w:r>
          </w:p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бюллетеня.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Порядок осуществления контроля за изготовлением избирательных бюллетеней. Утверждение текста</w:t>
            </w:r>
          </w:p>
          <w:p w:rsidR="000F071B" w:rsidRPr="008C5305" w:rsidRDefault="000F071B" w:rsidP="008C5305">
            <w:pPr>
              <w:pStyle w:val="TableParagraph"/>
              <w:spacing w:before="1" w:line="308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бюллетеня.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ИКТО</w:t>
            </w:r>
          </w:p>
        </w:tc>
      </w:tr>
      <w:tr w:rsidR="000F071B" w:rsidTr="008C5305">
        <w:trPr>
          <w:trHeight w:val="1896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8.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 комиссий в день, предшествующий голосованию, и в дни голосования.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1043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9.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Порядок подсчета голосов, подведение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итогов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выборов</w:t>
            </w:r>
          </w:p>
          <w:p w:rsidR="000F071B" w:rsidRPr="008C5305" w:rsidRDefault="000F071B" w:rsidP="008C5305">
            <w:pPr>
              <w:pStyle w:val="TableParagraph"/>
              <w:ind w:left="141" w:right="88"/>
              <w:rPr>
                <w:sz w:val="28"/>
              </w:rPr>
            </w:pPr>
            <w:r w:rsidRPr="008C5305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Государственной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Думы</w:t>
            </w:r>
            <w:r>
              <w:rPr>
                <w:spacing w:val="-4"/>
                <w:sz w:val="28"/>
              </w:rPr>
              <w:t xml:space="preserve"> </w:t>
            </w:r>
            <w:r w:rsidRPr="008C5305">
              <w:rPr>
                <w:sz w:val="28"/>
              </w:rPr>
              <w:t>Федерального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Российской Федерации девятого созыва, Губернатора Тверской области, депутатов Законодательного Собрания Тверской области восьмого созыва, дополнительных выборов депутата  Думы Вышневолоцкого муниципального округа Тверской области по одномандатному избирательному округу №3.</w:t>
            </w:r>
          </w:p>
          <w:p w:rsidR="000F071B" w:rsidRPr="008C5305" w:rsidRDefault="000F071B" w:rsidP="008C5305">
            <w:pPr>
              <w:pStyle w:val="TableParagraph"/>
              <w:spacing w:before="315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Определение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результатов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выборов.</w:t>
            </w:r>
          </w:p>
          <w:p w:rsidR="000F071B" w:rsidRPr="008C5305" w:rsidRDefault="000F071B" w:rsidP="008C5305">
            <w:pPr>
              <w:pStyle w:val="TableParagraph"/>
              <w:spacing w:before="1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ind w:left="107" w:firstLine="33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ТИК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приему протоколов и иной избирательной документации участковых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комиссий.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очная, дистанционная</w:t>
            </w:r>
          </w:p>
          <w:p w:rsidR="000F071B" w:rsidRPr="008C5305" w:rsidRDefault="000F071B" w:rsidP="008C5305">
            <w:pPr>
              <w:pStyle w:val="TableParagraph"/>
              <w:ind w:left="111"/>
              <w:rPr>
                <w:sz w:val="28"/>
              </w:rPr>
            </w:pP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личных</w:t>
            </w:r>
            <w:r>
              <w:rPr>
                <w:sz w:val="28"/>
              </w:rPr>
              <w:t xml:space="preserve"> к</w:t>
            </w:r>
            <w:r w:rsidRPr="008C5305">
              <w:rPr>
                <w:sz w:val="28"/>
              </w:rPr>
              <w:t>абинетах на портале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</w:p>
          <w:p w:rsidR="000F071B" w:rsidRPr="008C5305" w:rsidRDefault="000F071B" w:rsidP="008C5305">
            <w:pPr>
              <w:pStyle w:val="TableParagraph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кое 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50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7" w:lineRule="exact"/>
              <w:ind w:left="140" w:right="134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10.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" w:right="9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ТИК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Итоговое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тестирование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портале ЕПГУ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7" w:right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дистанционная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ИКТО</w:t>
            </w:r>
          </w:p>
        </w:tc>
      </w:tr>
      <w:tr w:rsidR="000F071B" w:rsidTr="008C5305">
        <w:trPr>
          <w:trHeight w:val="698"/>
        </w:trPr>
        <w:tc>
          <w:tcPr>
            <w:tcW w:w="15308" w:type="dxa"/>
            <w:gridSpan w:val="7"/>
          </w:tcPr>
          <w:p w:rsidR="000F071B" w:rsidRPr="008C5305" w:rsidRDefault="000F071B" w:rsidP="008C5305">
            <w:pPr>
              <w:pStyle w:val="TableParagraph"/>
              <w:spacing w:before="21"/>
              <w:ind w:left="3893" w:right="2246" w:hanging="336"/>
              <w:rPr>
                <w:sz w:val="28"/>
              </w:rPr>
            </w:pPr>
            <w:r w:rsidRPr="008C5305">
              <w:rPr>
                <w:sz w:val="28"/>
              </w:rPr>
              <w:t>Обучение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участковых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комиссий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вопросам подготовки и проведения выборов в Единый день голосования</w:t>
            </w:r>
          </w:p>
        </w:tc>
      </w:tr>
      <w:tr w:rsidR="000F071B" w:rsidTr="008C5305">
        <w:trPr>
          <w:trHeight w:val="1163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1.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tabs>
                <w:tab w:val="left" w:pos="1705"/>
              </w:tabs>
              <w:spacing w:line="259" w:lineRule="auto"/>
              <w:ind w:left="110" w:right="95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Молодые</w:t>
            </w:r>
            <w:r w:rsidRPr="008C5305">
              <w:rPr>
                <w:sz w:val="28"/>
              </w:rPr>
              <w:tab/>
            </w:r>
            <w:r w:rsidRPr="008C5305">
              <w:rPr>
                <w:spacing w:val="-4"/>
                <w:sz w:val="28"/>
              </w:rPr>
              <w:t>члены УИК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10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Отработка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навыков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практических</w:t>
            </w:r>
          </w:p>
          <w:p w:rsidR="000F071B" w:rsidRPr="008C5305" w:rsidRDefault="000F071B" w:rsidP="008C5305">
            <w:pPr>
              <w:pStyle w:val="TableParagraph"/>
              <w:spacing w:before="8" w:line="340" w:lineRule="atLeast"/>
              <w:ind w:left="107" w:right="864"/>
              <w:rPr>
                <w:sz w:val="28"/>
              </w:rPr>
            </w:pPr>
            <w:r w:rsidRPr="008C5305">
              <w:rPr>
                <w:sz w:val="28"/>
              </w:rPr>
              <w:t>действий при решении ситуационных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задач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участковых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избирательных </w:t>
            </w:r>
            <w:r w:rsidRPr="008C5305">
              <w:rPr>
                <w:spacing w:val="-2"/>
                <w:sz w:val="28"/>
              </w:rPr>
              <w:t>комиссий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май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7" w:right="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45" w:right="126" w:firstLine="127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тренинг, практикум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spacing w:line="312" w:lineRule="exact"/>
        <w:jc w:val="center"/>
        <w:rPr>
          <w:sz w:val="28"/>
        </w:rPr>
        <w:sectPr w:rsidR="000F071B">
          <w:pgSz w:w="16840" w:h="11910" w:orient="landscape"/>
          <w:pgMar w:top="1400" w:right="425" w:bottom="280" w:left="425" w:header="712" w:footer="0" w:gutter="0"/>
          <w:cols w:space="720"/>
        </w:sectPr>
      </w:pPr>
    </w:p>
    <w:p w:rsidR="000F071B" w:rsidRDefault="000F071B">
      <w:pPr>
        <w:pStyle w:val="BodyText"/>
        <w:rPr>
          <w:sz w:val="20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554"/>
        <w:gridCol w:w="4678"/>
        <w:gridCol w:w="1699"/>
        <w:gridCol w:w="2126"/>
        <w:gridCol w:w="1559"/>
        <w:gridCol w:w="1984"/>
      </w:tblGrid>
      <w:tr w:rsidR="000F071B" w:rsidTr="008C5305">
        <w:trPr>
          <w:trHeight w:val="71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313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2.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10" w:line="259" w:lineRule="auto"/>
              <w:ind w:left="107" w:right="113"/>
              <w:jc w:val="both"/>
              <w:rPr>
                <w:sz w:val="28"/>
              </w:rPr>
            </w:pPr>
            <w:r w:rsidRPr="008C5305">
              <w:rPr>
                <w:sz w:val="28"/>
              </w:rPr>
              <w:t>Организационная работа участковой комиссии: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проведение первого после назначения выборов</w:t>
            </w:r>
          </w:p>
          <w:p w:rsidR="000F071B" w:rsidRPr="008C5305" w:rsidRDefault="000F071B" w:rsidP="008C5305">
            <w:pPr>
              <w:pStyle w:val="TableParagraph"/>
              <w:spacing w:before="1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заседания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УИК,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заключение</w:t>
            </w:r>
          </w:p>
          <w:p w:rsidR="000F071B" w:rsidRPr="008C5305" w:rsidRDefault="000F071B" w:rsidP="008C5305">
            <w:pPr>
              <w:pStyle w:val="TableParagraph"/>
              <w:spacing w:before="24"/>
              <w:ind w:left="107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гражданско-правовых</w:t>
            </w:r>
            <w:r>
              <w:rPr>
                <w:spacing w:val="-2"/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договоров.</w:t>
            </w:r>
          </w:p>
          <w:p w:rsidR="000F071B" w:rsidRPr="008C5305" w:rsidRDefault="000F071B" w:rsidP="008C5305">
            <w:pPr>
              <w:pStyle w:val="TableParagraph"/>
              <w:spacing w:before="146"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планирование деятельности УИК. Права и обязанности членов УИК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май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6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49" w:right="29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самостоятельная работа,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841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3.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6" w:lineRule="auto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календарные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сроки избирательных действий при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41" w:right="88"/>
              <w:rPr>
                <w:sz w:val="28"/>
              </w:rPr>
            </w:pPr>
            <w:r w:rsidRPr="008C5305">
              <w:rPr>
                <w:sz w:val="28"/>
              </w:rPr>
              <w:t>подготовке и проведении выборов депутатов Государственной Думы Федерального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Российской Федерации девятого созыва, Губернатора Тверской области, депутатов Законодательного Собрания Тверской области восьмого созыва, дополнительных выборов  депутата Думы Вышневолоцкого муниципального округа Тверской области по одномандатному избирательному округу №3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 w:right="7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71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87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189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4.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председатели, заместители председателей, </w:t>
            </w:r>
            <w:r w:rsidRPr="008C5305">
              <w:rPr>
                <w:sz w:val="28"/>
              </w:rPr>
              <w:t>секретари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УИК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Учет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расходов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финансовая отчетность УИК.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6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5184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5.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Работа со списками избирателей по выборам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Государственной Думы Федерального Собрания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Российской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Федерации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девятого созыва, Губернатора Тверской области, депутатов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Законодательного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Собрания</w:t>
            </w:r>
          </w:p>
          <w:p w:rsidR="000F071B" w:rsidRPr="008C5305" w:rsidRDefault="000F071B" w:rsidP="008C5305">
            <w:pPr>
              <w:pStyle w:val="TableParagraph"/>
              <w:spacing w:before="14" w:line="259" w:lineRule="auto"/>
              <w:ind w:left="107" w:right="170"/>
              <w:rPr>
                <w:sz w:val="28"/>
              </w:rPr>
            </w:pPr>
            <w:r w:rsidRPr="008C5305">
              <w:rPr>
                <w:sz w:val="28"/>
              </w:rPr>
              <w:t>Тверской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области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восьмого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созыва, по дополнительным выборам  депутата Думы Вышневолоцкого муниципального округа Тверской области по одномандатному избирательному округу №3</w:t>
            </w:r>
            <w:r w:rsidRPr="008C5305">
              <w:rPr>
                <w:spacing w:val="-2"/>
                <w:sz w:val="28"/>
              </w:rPr>
              <w:t>:</w:t>
            </w:r>
          </w:p>
          <w:p w:rsidR="000F071B" w:rsidRPr="008C5305" w:rsidRDefault="000F071B" w:rsidP="008C5305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159"/>
              <w:ind w:left="269" w:hanging="162"/>
              <w:rPr>
                <w:sz w:val="28"/>
              </w:rPr>
            </w:pPr>
            <w:r w:rsidRPr="008C5305">
              <w:rPr>
                <w:sz w:val="28"/>
              </w:rPr>
              <w:t>Уточнение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списков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избирателей;</w:t>
            </w:r>
          </w:p>
          <w:p w:rsidR="000F071B" w:rsidRPr="008C5305" w:rsidRDefault="000F071B" w:rsidP="008C5305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169" w:line="340" w:lineRule="atLeast"/>
              <w:ind w:right="817" w:firstLine="0"/>
              <w:rPr>
                <w:sz w:val="28"/>
              </w:rPr>
            </w:pPr>
            <w:r w:rsidRPr="008C5305">
              <w:rPr>
                <w:sz w:val="28"/>
              </w:rPr>
              <w:t>Рассмотрение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УИК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заявлений граждан о включении в список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7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</w:tbl>
    <w:p w:rsidR="000F071B" w:rsidRDefault="000F071B">
      <w:pPr>
        <w:pStyle w:val="TableParagraph"/>
        <w:spacing w:line="312" w:lineRule="exact"/>
        <w:jc w:val="center"/>
        <w:rPr>
          <w:sz w:val="28"/>
        </w:rPr>
        <w:sectPr w:rsidR="000F071B">
          <w:pgSz w:w="16840" w:h="11910" w:orient="landscape"/>
          <w:pgMar w:top="1400" w:right="425" w:bottom="280" w:left="425" w:header="712" w:footer="0" w:gutter="0"/>
          <w:cols w:space="720"/>
        </w:sectPr>
      </w:pPr>
    </w:p>
    <w:p w:rsidR="000F071B" w:rsidRDefault="000F071B">
      <w:pPr>
        <w:pStyle w:val="BodyText"/>
        <w:rPr>
          <w:sz w:val="20"/>
        </w:rPr>
      </w:pPr>
    </w:p>
    <w:tbl>
      <w:tblPr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8"/>
        <w:gridCol w:w="2554"/>
        <w:gridCol w:w="4678"/>
        <w:gridCol w:w="1699"/>
        <w:gridCol w:w="2126"/>
        <w:gridCol w:w="1559"/>
        <w:gridCol w:w="1984"/>
      </w:tblGrid>
      <w:tr w:rsidR="000F071B" w:rsidTr="008C5305">
        <w:trPr>
          <w:trHeight w:val="71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30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1322"/>
        </w:trPr>
        <w:tc>
          <w:tcPr>
            <w:tcW w:w="708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2554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избирателей;</w:t>
            </w:r>
          </w:p>
          <w:p w:rsidR="000F071B" w:rsidRPr="008C5305" w:rsidRDefault="000F071B" w:rsidP="008C5305">
            <w:pPr>
              <w:pStyle w:val="TableParagraph"/>
              <w:spacing w:before="187" w:line="256" w:lineRule="auto"/>
              <w:ind w:left="107"/>
              <w:rPr>
                <w:spacing w:val="-2"/>
                <w:sz w:val="28"/>
              </w:rPr>
            </w:pPr>
            <w:r w:rsidRPr="008C5305">
              <w:rPr>
                <w:sz w:val="28"/>
              </w:rPr>
              <w:t>-порядок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включения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список </w:t>
            </w:r>
            <w:r w:rsidRPr="008C5305">
              <w:rPr>
                <w:spacing w:val="-2"/>
                <w:sz w:val="28"/>
              </w:rPr>
              <w:t>избирателей.</w:t>
            </w:r>
          </w:p>
          <w:p w:rsidR="000F071B" w:rsidRPr="008C5305" w:rsidRDefault="000F071B" w:rsidP="008C5305">
            <w:pPr>
              <w:pStyle w:val="TableParagraph"/>
              <w:spacing w:before="187" w:line="256" w:lineRule="auto"/>
              <w:ind w:left="107"/>
              <w:rPr>
                <w:sz w:val="28"/>
              </w:rPr>
            </w:pPr>
          </w:p>
        </w:tc>
        <w:tc>
          <w:tcPr>
            <w:tcW w:w="169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155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1984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</w:tr>
      <w:tr w:rsidR="000F071B" w:rsidTr="008C5305">
        <w:trPr>
          <w:trHeight w:val="132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6.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112311">
            <w:pPr>
              <w:pStyle w:val="TableParagraph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62" w:line="256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Рассмотрение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вопросов,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связанных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 особенностями работы с</w:t>
            </w:r>
          </w:p>
          <w:p w:rsidR="000F071B" w:rsidRPr="008C5305" w:rsidRDefault="000F071B" w:rsidP="008C5305">
            <w:pPr>
              <w:pStyle w:val="TableParagraph"/>
              <w:spacing w:before="4"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избирателями, являющимися инвалидами,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т.ч.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организацией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их голосования, с использованием методических</w:t>
            </w:r>
            <w:r>
              <w:rPr>
                <w:sz w:val="28"/>
              </w:rPr>
              <w:t xml:space="preserve">  </w:t>
            </w:r>
            <w:r w:rsidRPr="008C5305">
              <w:rPr>
                <w:sz w:val="28"/>
              </w:rPr>
              <w:t xml:space="preserve"> фильмов ЦИК России.</w:t>
            </w:r>
          </w:p>
          <w:p w:rsidR="000F071B" w:rsidRPr="008C5305" w:rsidRDefault="000F071B" w:rsidP="008C5305">
            <w:pPr>
              <w:pStyle w:val="TableParagraph"/>
              <w:spacing w:before="4"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Рассмотрение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вопросов,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связанных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особенностями работы с избирателями,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молодыми</w:t>
            </w:r>
          </w:p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pacing w:val="-2"/>
                <w:sz w:val="28"/>
              </w:rPr>
            </w:pPr>
            <w:r w:rsidRPr="008C5305">
              <w:rPr>
                <w:sz w:val="28"/>
              </w:rPr>
              <w:t>избирателями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избирателями, голосующими впервые</w:t>
            </w:r>
          </w:p>
        </w:tc>
        <w:tc>
          <w:tcPr>
            <w:tcW w:w="169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1559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  <w:tc>
          <w:tcPr>
            <w:tcW w:w="1984" w:type="dxa"/>
          </w:tcPr>
          <w:p w:rsidR="000F071B" w:rsidRPr="008C5305" w:rsidRDefault="000F071B">
            <w:pPr>
              <w:pStyle w:val="TableParagraph"/>
              <w:rPr>
                <w:sz w:val="28"/>
              </w:rPr>
            </w:pPr>
          </w:p>
        </w:tc>
      </w:tr>
      <w:tr w:rsidR="000F071B" w:rsidTr="008C5305">
        <w:trPr>
          <w:trHeight w:val="189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7.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spacing w:line="256" w:lineRule="auto"/>
              <w:ind w:left="110" w:right="62"/>
              <w:rPr>
                <w:spacing w:val="-4"/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УИК</w:t>
            </w:r>
          </w:p>
          <w:p w:rsidR="000F071B" w:rsidRPr="008C5305" w:rsidRDefault="000F071B" w:rsidP="008C5305">
            <w:pPr>
              <w:pStyle w:val="TableParagraph"/>
              <w:spacing w:line="256" w:lineRule="auto"/>
              <w:ind w:left="110" w:right="62"/>
              <w:rPr>
                <w:spacing w:val="-4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256" w:lineRule="auto"/>
              <w:ind w:left="110" w:right="62"/>
              <w:rPr>
                <w:spacing w:val="-4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256" w:lineRule="auto"/>
              <w:ind w:left="110" w:right="62"/>
              <w:rPr>
                <w:sz w:val="28"/>
              </w:rPr>
            </w:pP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Реализация проекта Информ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УИК. Организация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обучения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обходчиков.</w:t>
            </w:r>
          </w:p>
          <w:p w:rsidR="000F071B" w:rsidRPr="008C5305" w:rsidRDefault="000F071B" w:rsidP="008C5305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Построение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отчетов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Информ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УИК.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66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июль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1" w:right="11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очная, дистанционная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70"/>
              <w:jc w:val="center"/>
              <w:rPr>
                <w:sz w:val="28"/>
              </w:rPr>
            </w:pPr>
            <w:r w:rsidRPr="008C5305">
              <w:rPr>
                <w:spacing w:val="-4"/>
                <w:sz w:val="28"/>
              </w:rPr>
              <w:t>ТИК</w:t>
            </w:r>
          </w:p>
        </w:tc>
      </w:tr>
      <w:tr w:rsidR="000F071B" w:rsidTr="008C5305">
        <w:trPr>
          <w:trHeight w:val="853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57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1896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8.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</w:t>
            </w:r>
            <w:r w:rsidRPr="008C5305">
              <w:rPr>
                <w:spacing w:val="-4"/>
                <w:sz w:val="28"/>
              </w:rPr>
              <w:t>УИК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07" w:right="88"/>
              <w:rPr>
                <w:sz w:val="28"/>
              </w:rPr>
            </w:pPr>
            <w:r w:rsidRPr="008C5305">
              <w:rPr>
                <w:sz w:val="28"/>
              </w:rPr>
              <w:t>Применение интерактивного рабочего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блокнота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работе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УИК.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7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4"/>
                <w:sz w:val="28"/>
              </w:rPr>
              <w:t>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2899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9.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Работа УИК с избирательными бюллетенями</w:t>
            </w:r>
            <w:r>
              <w:rPr>
                <w:sz w:val="28"/>
              </w:rPr>
              <w:t xml:space="preserve"> (</w:t>
            </w:r>
            <w:r w:rsidRPr="008C5305">
              <w:rPr>
                <w:sz w:val="28"/>
              </w:rPr>
              <w:t>порядок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получения избирательных бюллетеней, их подготовки к использованию,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передача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бюллетеней членам УИК для выдачи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избирателям,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порядок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хранения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избирательных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бюллетеней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других избирательных документов).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0" w:right="7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3221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10.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Помещение для голосования; технологическое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оборудование; обеспечение безопасности на избирательном участке; взаимодействие с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правоохранительными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органами; порядок работы участковой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избирательной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комиссии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10"/>
                <w:sz w:val="28"/>
              </w:rPr>
              <w:t>с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07" w:right="492"/>
              <w:rPr>
                <w:sz w:val="28"/>
              </w:rPr>
            </w:pPr>
            <w:r w:rsidRPr="008C5305">
              <w:rPr>
                <w:sz w:val="28"/>
              </w:rPr>
              <w:t>наблюдателями,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представителями средств массовой информации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07" w:right="492"/>
              <w:rPr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22" w:lineRule="exact"/>
              <w:ind w:left="107" w:right="492"/>
              <w:rPr>
                <w:sz w:val="28"/>
              </w:rPr>
            </w:pP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2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август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76" w:right="157" w:hanging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лекция, 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49" w:right="3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711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26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2702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11.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 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Работа участковой избирательной комиссии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день,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предшествующий голосованию, и в дни голосования.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Работа участковых избирательных комиссий при проведении голосования с использованием</w:t>
            </w:r>
            <w:r>
              <w:rPr>
                <w:sz w:val="28"/>
              </w:rPr>
              <w:t xml:space="preserve"> д</w:t>
            </w:r>
            <w:r w:rsidRPr="008C5305">
              <w:rPr>
                <w:sz w:val="28"/>
              </w:rPr>
              <w:t>ополнительной формы голосования.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582" w:right="126" w:hanging="40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328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4697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12.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члены УИК, резерв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составов участковых</w:t>
            </w:r>
          </w:p>
          <w:p w:rsidR="000F071B" w:rsidRPr="008C5305" w:rsidRDefault="000F071B" w:rsidP="008C530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Подсчет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голосов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избирателей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5"/>
                <w:sz w:val="28"/>
              </w:rPr>
              <w:t>на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выборах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депутатов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Государственной Думы Федерального Собрания</w:t>
            </w:r>
          </w:p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 w:rsidRPr="008C5305">
              <w:rPr>
                <w:sz w:val="28"/>
              </w:rPr>
              <w:t>Российской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Федерации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девятого созыва, Губернатора Тверской области, депутатов</w:t>
            </w: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pacing w:val="-2"/>
                <w:sz w:val="28"/>
              </w:rPr>
            </w:pPr>
            <w:r w:rsidRPr="008C5305">
              <w:rPr>
                <w:sz w:val="28"/>
              </w:rPr>
              <w:t>Законодательного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 xml:space="preserve">Собрания 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, на дополнительных выборах  депутата Думы Вышневолоцкого муниципального округа Тверской области по одномандатному избирательному округу №3.Установление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итогов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голосования.</w:t>
            </w: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pacing w:val="-2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pacing w:val="-2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pacing w:val="-2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pacing w:val="-2"/>
                <w:sz w:val="28"/>
              </w:rPr>
            </w:pPr>
          </w:p>
          <w:p w:rsidR="000F071B" w:rsidRPr="008C5305" w:rsidRDefault="000F071B" w:rsidP="008C5305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582" w:right="126" w:hanging="40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практичес</w:t>
            </w:r>
            <w:r w:rsidRPr="008C5305">
              <w:rPr>
                <w:spacing w:val="-4"/>
                <w:sz w:val="28"/>
              </w:rPr>
              <w:t>кое</w:t>
            </w:r>
          </w:p>
          <w:p w:rsidR="000F071B" w:rsidRPr="008C5305" w:rsidRDefault="000F071B" w:rsidP="008C5305">
            <w:pPr>
              <w:pStyle w:val="TableParagraph"/>
              <w:spacing w:line="320" w:lineRule="exact"/>
              <w:ind w:left="328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занятие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711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165" w:right="147" w:firstLine="55"/>
              <w:rPr>
                <w:sz w:val="28"/>
              </w:rPr>
            </w:pPr>
            <w:r w:rsidRPr="008C5305">
              <w:rPr>
                <w:spacing w:val="-10"/>
                <w:sz w:val="28"/>
              </w:rPr>
              <w:t xml:space="preserve">№ </w:t>
            </w:r>
            <w:r w:rsidRPr="008C5305">
              <w:rPr>
                <w:spacing w:val="-4"/>
                <w:sz w:val="28"/>
              </w:rPr>
              <w:t>п/п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48" w:right="109" w:firstLine="21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Категория обучающихся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before="170"/>
              <w:ind w:left="87" w:right="8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Основные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темы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занятий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180" w:lineRule="auto"/>
              <w:ind w:left="158" w:firstLine="31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Сроки проведения</w:t>
            </w:r>
          </w:p>
          <w:p w:rsidR="000F071B" w:rsidRPr="008C5305" w:rsidRDefault="000F071B" w:rsidP="008C5305">
            <w:pPr>
              <w:pStyle w:val="TableParagraph"/>
              <w:spacing w:line="221" w:lineRule="exact"/>
              <w:ind w:left="293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обучения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507" w:right="488" w:firstLine="156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обучения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316" w:right="291" w:firstLine="6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Форма занятий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5" w:line="180" w:lineRule="auto"/>
              <w:ind w:left="437" w:hanging="204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Организатор обучения</w:t>
            </w:r>
          </w:p>
        </w:tc>
      </w:tr>
      <w:tr w:rsidR="000F071B" w:rsidTr="008C5305">
        <w:trPr>
          <w:trHeight w:val="428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40" w:right="134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1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91" w:right="83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2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7" w:right="8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3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0" w:right="71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4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17" w:right="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49" w:right="32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7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210" w:lineRule="exact"/>
              <w:ind w:left="82" w:right="70"/>
              <w:jc w:val="center"/>
              <w:rPr>
                <w:sz w:val="20"/>
              </w:rPr>
            </w:pPr>
            <w:r w:rsidRPr="008C5305">
              <w:rPr>
                <w:spacing w:val="-10"/>
                <w:sz w:val="20"/>
              </w:rPr>
              <w:t>8</w:t>
            </w:r>
          </w:p>
        </w:tc>
      </w:tr>
      <w:tr w:rsidR="000F071B" w:rsidTr="008C5305">
        <w:trPr>
          <w:trHeight w:val="2575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13.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председатели, заместители председателей,</w:t>
            </w:r>
          </w:p>
          <w:p w:rsidR="000F071B" w:rsidRPr="008C5305" w:rsidRDefault="000F071B" w:rsidP="008C5305">
            <w:pPr>
              <w:pStyle w:val="TableParagraph"/>
              <w:ind w:left="110" w:right="62"/>
              <w:rPr>
                <w:sz w:val="28"/>
              </w:rPr>
            </w:pPr>
            <w:r w:rsidRPr="008C5305">
              <w:rPr>
                <w:sz w:val="28"/>
              </w:rPr>
              <w:t>секретари,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члены УИК, резерв </w:t>
            </w:r>
            <w:r w:rsidRPr="008C5305">
              <w:rPr>
                <w:spacing w:val="-2"/>
                <w:sz w:val="28"/>
              </w:rPr>
              <w:t>составов</w:t>
            </w:r>
          </w:p>
          <w:p w:rsidR="000F071B" w:rsidRPr="008C5305" w:rsidRDefault="000F071B" w:rsidP="008C5305">
            <w:pPr>
              <w:pStyle w:val="TableParagraph"/>
              <w:spacing w:line="322" w:lineRule="exact"/>
              <w:ind w:left="110" w:right="109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участковых комиссий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Итоговое т</w:t>
            </w:r>
            <w:r w:rsidRPr="008C5305">
              <w:rPr>
                <w:sz w:val="28"/>
              </w:rPr>
              <w:t>естирование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портале </w:t>
            </w:r>
            <w:r w:rsidRPr="008C5305">
              <w:rPr>
                <w:spacing w:val="-2"/>
                <w:sz w:val="28"/>
              </w:rPr>
              <w:t>ЕПГУ.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61" w:right="147" w:firstLine="1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 xml:space="preserve">очная, дистанционная </w:t>
            </w:r>
            <w:r w:rsidRPr="008C5305">
              <w:rPr>
                <w:sz w:val="28"/>
              </w:rPr>
              <w:t>в личных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92" w:right="175" w:hanging="1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кабинетах на портале</w:t>
            </w:r>
            <w:r w:rsidRPr="008C5305">
              <w:rPr>
                <w:spacing w:val="-4"/>
                <w:sz w:val="28"/>
              </w:rPr>
              <w:t xml:space="preserve"> ЕПГУ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19" w:right="97" w:hanging="3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контроль</w:t>
            </w:r>
            <w:r>
              <w:rPr>
                <w:spacing w:val="-2"/>
                <w:sz w:val="28"/>
              </w:rPr>
              <w:t>-</w:t>
            </w:r>
            <w:r w:rsidRPr="008C5305">
              <w:rPr>
                <w:spacing w:val="-2"/>
                <w:sz w:val="28"/>
              </w:rPr>
              <w:t>н</w:t>
            </w:r>
            <w:r w:rsidRPr="008C5305">
              <w:rPr>
                <w:spacing w:val="-6"/>
                <w:sz w:val="28"/>
              </w:rPr>
              <w:t>ое</w:t>
            </w:r>
            <w:r>
              <w:rPr>
                <w:spacing w:val="-6"/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тестирова</w:t>
            </w:r>
            <w:r>
              <w:rPr>
                <w:spacing w:val="-2"/>
                <w:sz w:val="28"/>
              </w:rPr>
              <w:t>-</w:t>
            </w:r>
            <w:r w:rsidRPr="008C5305">
              <w:rPr>
                <w:spacing w:val="-2"/>
                <w:sz w:val="28"/>
              </w:rPr>
              <w:t>н</w:t>
            </w:r>
            <w:r w:rsidRPr="008C5305">
              <w:rPr>
                <w:spacing w:val="-6"/>
                <w:sz w:val="28"/>
              </w:rPr>
              <w:t>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  <w:tr w:rsidR="000F071B" w:rsidTr="008C5305">
        <w:trPr>
          <w:trHeight w:val="567"/>
        </w:trPr>
        <w:tc>
          <w:tcPr>
            <w:tcW w:w="15308" w:type="dxa"/>
            <w:gridSpan w:val="7"/>
          </w:tcPr>
          <w:p w:rsidR="000F071B" w:rsidRPr="008C5305" w:rsidRDefault="000F071B" w:rsidP="008C5305">
            <w:pPr>
              <w:pStyle w:val="TableParagraph"/>
              <w:spacing w:line="314" w:lineRule="exact"/>
              <w:ind w:left="12"/>
              <w:jc w:val="center"/>
              <w:rPr>
                <w:sz w:val="28"/>
              </w:rPr>
            </w:pPr>
            <w:r w:rsidRPr="008C5305">
              <w:rPr>
                <w:sz w:val="28"/>
              </w:rPr>
              <w:t>Обучение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pacing w:val="-2"/>
                <w:sz w:val="28"/>
              </w:rPr>
              <w:t>процесса</w:t>
            </w:r>
          </w:p>
        </w:tc>
      </w:tr>
      <w:tr w:rsidR="000F071B" w:rsidTr="008C5305">
        <w:trPr>
          <w:trHeight w:val="4637"/>
        </w:trPr>
        <w:tc>
          <w:tcPr>
            <w:tcW w:w="708" w:type="dxa"/>
          </w:tcPr>
          <w:p w:rsidR="000F071B" w:rsidRPr="008C5305" w:rsidRDefault="000F071B" w:rsidP="008C5305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1.</w:t>
            </w:r>
          </w:p>
        </w:tc>
        <w:tc>
          <w:tcPr>
            <w:tcW w:w="2554" w:type="dxa"/>
          </w:tcPr>
          <w:p w:rsidR="000F071B" w:rsidRPr="008C5305" w:rsidRDefault="000F071B" w:rsidP="008C5305">
            <w:pPr>
              <w:pStyle w:val="TableParagraph"/>
              <w:spacing w:before="110" w:line="259" w:lineRule="auto"/>
              <w:ind w:left="110" w:right="218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Волонтеры проекта</w:t>
            </w:r>
          </w:p>
          <w:p w:rsidR="000F071B" w:rsidRPr="008C5305" w:rsidRDefault="000F071B" w:rsidP="008C5305">
            <w:pPr>
              <w:pStyle w:val="TableParagraph"/>
              <w:spacing w:before="1" w:line="259" w:lineRule="auto"/>
              <w:ind w:left="110" w:right="109"/>
              <w:rPr>
                <w:sz w:val="28"/>
              </w:rPr>
            </w:pPr>
            <w:r w:rsidRPr="008C5305">
              <w:rPr>
                <w:sz w:val="28"/>
              </w:rPr>
              <w:t>«Волонтеры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 xml:space="preserve">на </w:t>
            </w:r>
            <w:r w:rsidRPr="008C5305">
              <w:rPr>
                <w:spacing w:val="-2"/>
                <w:sz w:val="28"/>
              </w:rPr>
              <w:t>выборах»</w:t>
            </w:r>
          </w:p>
        </w:tc>
        <w:tc>
          <w:tcPr>
            <w:tcW w:w="4678" w:type="dxa"/>
          </w:tcPr>
          <w:p w:rsidR="000F071B" w:rsidRPr="008C5305" w:rsidRDefault="000F071B" w:rsidP="008C5305">
            <w:pPr>
              <w:pStyle w:val="TableParagraph"/>
              <w:spacing w:line="259" w:lineRule="auto"/>
              <w:ind w:left="141"/>
              <w:rPr>
                <w:sz w:val="28"/>
              </w:rPr>
            </w:pPr>
            <w:r w:rsidRPr="008C5305">
              <w:rPr>
                <w:sz w:val="28"/>
              </w:rPr>
              <w:t>Оказание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помощи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избирателям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на избирательных участках в день</w:t>
            </w:r>
          </w:p>
          <w:p w:rsidR="000F071B" w:rsidRPr="008C5305" w:rsidRDefault="000F071B" w:rsidP="008C5305">
            <w:pPr>
              <w:pStyle w:val="TableParagraph"/>
              <w:spacing w:line="259" w:lineRule="auto"/>
              <w:ind w:left="141" w:right="88"/>
              <w:rPr>
                <w:sz w:val="28"/>
              </w:rPr>
            </w:pPr>
            <w:r w:rsidRPr="008C5305">
              <w:rPr>
                <w:sz w:val="28"/>
              </w:rPr>
              <w:t>(дни) голосования на выборах депутатов Государственной Думы Федерального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Собрания</w:t>
            </w:r>
            <w:bookmarkStart w:id="0" w:name="_GoBack"/>
            <w:bookmarkEnd w:id="0"/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Российской Федерации девятого созыва, Губернатора Тверской области, депутатов Законодательного Собрания Тверской области восьмого созыва, на дополнительных выборах  депутата Думы Вышневолоцкого муниципального округа Тверской области по одномандатному избирательному округу №3</w:t>
            </w:r>
            <w:r>
              <w:rPr>
                <w:sz w:val="28"/>
              </w:rPr>
              <w:t xml:space="preserve"> </w:t>
            </w:r>
            <w:r w:rsidRPr="008C5305">
              <w:rPr>
                <w:sz w:val="28"/>
              </w:rPr>
              <w:t>20</w:t>
            </w:r>
          </w:p>
          <w:p w:rsidR="000F071B" w:rsidRPr="008C5305" w:rsidRDefault="000F071B" w:rsidP="008C5305">
            <w:pPr>
              <w:pStyle w:val="TableParagraph"/>
              <w:spacing w:line="321" w:lineRule="exact"/>
              <w:ind w:left="141"/>
              <w:rPr>
                <w:sz w:val="28"/>
              </w:rPr>
            </w:pPr>
            <w:r w:rsidRPr="008C5305">
              <w:rPr>
                <w:sz w:val="28"/>
              </w:rPr>
              <w:t>сентября2026</w:t>
            </w:r>
            <w:r w:rsidRPr="008C5305">
              <w:rPr>
                <w:spacing w:val="-4"/>
                <w:sz w:val="28"/>
              </w:rPr>
              <w:t xml:space="preserve"> года.</w:t>
            </w:r>
          </w:p>
        </w:tc>
        <w:tc>
          <w:tcPr>
            <w:tcW w:w="1699" w:type="dxa"/>
          </w:tcPr>
          <w:p w:rsidR="000F071B" w:rsidRPr="008C5305" w:rsidRDefault="000F071B" w:rsidP="008C5305">
            <w:pPr>
              <w:pStyle w:val="TableParagraph"/>
              <w:spacing w:before="110"/>
              <w:ind w:left="80" w:right="70"/>
              <w:jc w:val="center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сентябрь</w:t>
            </w:r>
          </w:p>
        </w:tc>
        <w:tc>
          <w:tcPr>
            <w:tcW w:w="2126" w:type="dxa"/>
          </w:tcPr>
          <w:p w:rsidR="000F071B" w:rsidRPr="008C5305" w:rsidRDefault="000F071B" w:rsidP="008C5305">
            <w:pPr>
              <w:pStyle w:val="TableParagraph"/>
              <w:spacing w:before="110" w:line="259" w:lineRule="auto"/>
              <w:ind w:left="718" w:hanging="591"/>
              <w:rPr>
                <w:sz w:val="28"/>
              </w:rPr>
            </w:pPr>
            <w:r w:rsidRPr="008C5305">
              <w:rPr>
                <w:spacing w:val="-2"/>
                <w:sz w:val="28"/>
              </w:rPr>
              <w:t>очная/дистанци</w:t>
            </w:r>
            <w:r w:rsidRPr="008C5305">
              <w:rPr>
                <w:spacing w:val="-4"/>
                <w:sz w:val="28"/>
              </w:rPr>
              <w:t>онная</w:t>
            </w:r>
          </w:p>
        </w:tc>
        <w:tc>
          <w:tcPr>
            <w:tcW w:w="1559" w:type="dxa"/>
          </w:tcPr>
          <w:p w:rsidR="000F071B" w:rsidRPr="008C5305" w:rsidRDefault="000F071B" w:rsidP="008C5305">
            <w:pPr>
              <w:pStyle w:val="TableParagraph"/>
              <w:spacing w:before="110" w:line="259" w:lineRule="auto"/>
              <w:ind w:left="179" w:right="159"/>
              <w:jc w:val="center"/>
              <w:rPr>
                <w:sz w:val="28"/>
              </w:rPr>
            </w:pPr>
            <w:r w:rsidRPr="00A21C75">
              <w:rPr>
                <w:spacing w:val="-2"/>
                <w:sz w:val="24"/>
                <w:szCs w:val="24"/>
              </w:rPr>
              <w:t>инструкта</w:t>
            </w:r>
            <w:r w:rsidRPr="00A21C75">
              <w:rPr>
                <w:spacing w:val="-4"/>
                <w:sz w:val="24"/>
                <w:szCs w:val="24"/>
              </w:rPr>
              <w:t>ж-</w:t>
            </w:r>
            <w:r w:rsidRPr="008C5305">
              <w:rPr>
                <w:spacing w:val="-2"/>
                <w:sz w:val="28"/>
              </w:rPr>
              <w:t>обучение</w:t>
            </w:r>
          </w:p>
        </w:tc>
        <w:tc>
          <w:tcPr>
            <w:tcW w:w="1984" w:type="dxa"/>
          </w:tcPr>
          <w:p w:rsidR="000F071B" w:rsidRPr="008C5305" w:rsidRDefault="000F071B" w:rsidP="008C5305">
            <w:pPr>
              <w:pStyle w:val="TableParagraph"/>
              <w:spacing w:before="110"/>
              <w:ind w:left="82" w:right="68"/>
              <w:jc w:val="center"/>
              <w:rPr>
                <w:sz w:val="28"/>
              </w:rPr>
            </w:pPr>
            <w:r w:rsidRPr="008C5305">
              <w:rPr>
                <w:spacing w:val="-5"/>
                <w:sz w:val="28"/>
              </w:rPr>
              <w:t>ТИК</w:t>
            </w:r>
          </w:p>
        </w:tc>
      </w:tr>
    </w:tbl>
    <w:p w:rsidR="000F071B" w:rsidRDefault="000F071B"/>
    <w:sectPr w:rsidR="000F071B" w:rsidSect="00B3064D">
      <w:pgSz w:w="16840" w:h="11910" w:orient="landscape"/>
      <w:pgMar w:top="1400" w:right="425" w:bottom="280" w:left="425" w:header="71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71B" w:rsidRDefault="000F071B">
      <w:r>
        <w:separator/>
      </w:r>
    </w:p>
  </w:endnote>
  <w:endnote w:type="continuationSeparator" w:id="1">
    <w:p w:rsidR="000F071B" w:rsidRDefault="000F0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71B" w:rsidRDefault="000F071B">
      <w:r>
        <w:separator/>
      </w:r>
    </w:p>
  </w:footnote>
  <w:footnote w:type="continuationSeparator" w:id="1">
    <w:p w:rsidR="000F071B" w:rsidRDefault="000F0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71B" w:rsidRDefault="000F071B">
    <w:pPr>
      <w:pStyle w:val="BodyText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412.95pt;margin-top:34.6pt;width:16.2pt;height:17.55pt;z-index:-251656192;visibility:visible;mso-wrap-distance-left:0;mso-wrap-distance-right:0;mso-position-horizontal-relative:page;mso-position-vertical-relative:page" filled="f" stroked="f">
          <v:path arrowok="t"/>
          <v:textbox inset="0,0,0,0">
            <w:txbxContent>
              <w:p w:rsidR="000F071B" w:rsidRDefault="000F071B">
                <w:pPr>
                  <w:pStyle w:val="BodyText"/>
                  <w:spacing w:before="9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114D7"/>
    <w:multiLevelType w:val="hybridMultilevel"/>
    <w:tmpl w:val="4BB60B8E"/>
    <w:lvl w:ilvl="0" w:tplc="AD6A634A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8"/>
      </w:rPr>
    </w:lvl>
    <w:lvl w:ilvl="1" w:tplc="6C160170">
      <w:numFmt w:val="bullet"/>
      <w:lvlText w:val="•"/>
      <w:lvlJc w:val="left"/>
      <w:pPr>
        <w:ind w:left="556" w:hanging="164"/>
      </w:pPr>
      <w:rPr>
        <w:rFonts w:hint="default"/>
      </w:rPr>
    </w:lvl>
    <w:lvl w:ilvl="2" w:tplc="9A3A262A">
      <w:numFmt w:val="bullet"/>
      <w:lvlText w:val="•"/>
      <w:lvlJc w:val="left"/>
      <w:pPr>
        <w:ind w:left="1013" w:hanging="164"/>
      </w:pPr>
      <w:rPr>
        <w:rFonts w:hint="default"/>
      </w:rPr>
    </w:lvl>
    <w:lvl w:ilvl="3" w:tplc="87125ADC">
      <w:numFmt w:val="bullet"/>
      <w:lvlText w:val="•"/>
      <w:lvlJc w:val="left"/>
      <w:pPr>
        <w:ind w:left="1470" w:hanging="164"/>
      </w:pPr>
      <w:rPr>
        <w:rFonts w:hint="default"/>
      </w:rPr>
    </w:lvl>
    <w:lvl w:ilvl="4" w:tplc="20B66D58">
      <w:numFmt w:val="bullet"/>
      <w:lvlText w:val="•"/>
      <w:lvlJc w:val="left"/>
      <w:pPr>
        <w:ind w:left="1927" w:hanging="164"/>
      </w:pPr>
      <w:rPr>
        <w:rFonts w:hint="default"/>
      </w:rPr>
    </w:lvl>
    <w:lvl w:ilvl="5" w:tplc="45C62F66">
      <w:numFmt w:val="bullet"/>
      <w:lvlText w:val="•"/>
      <w:lvlJc w:val="left"/>
      <w:pPr>
        <w:ind w:left="2384" w:hanging="164"/>
      </w:pPr>
      <w:rPr>
        <w:rFonts w:hint="default"/>
      </w:rPr>
    </w:lvl>
    <w:lvl w:ilvl="6" w:tplc="E83E21A6">
      <w:numFmt w:val="bullet"/>
      <w:lvlText w:val="•"/>
      <w:lvlJc w:val="left"/>
      <w:pPr>
        <w:ind w:left="2840" w:hanging="164"/>
      </w:pPr>
      <w:rPr>
        <w:rFonts w:hint="default"/>
      </w:rPr>
    </w:lvl>
    <w:lvl w:ilvl="7" w:tplc="4C64FD92">
      <w:numFmt w:val="bullet"/>
      <w:lvlText w:val="•"/>
      <w:lvlJc w:val="left"/>
      <w:pPr>
        <w:ind w:left="3297" w:hanging="164"/>
      </w:pPr>
      <w:rPr>
        <w:rFonts w:hint="default"/>
      </w:rPr>
    </w:lvl>
    <w:lvl w:ilvl="8" w:tplc="7E24C0E4">
      <w:numFmt w:val="bullet"/>
      <w:lvlText w:val="•"/>
      <w:lvlJc w:val="left"/>
      <w:pPr>
        <w:ind w:left="3754" w:hanging="1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CDE"/>
    <w:rsid w:val="00053120"/>
    <w:rsid w:val="000F071B"/>
    <w:rsid w:val="00112311"/>
    <w:rsid w:val="00133E7F"/>
    <w:rsid w:val="0014567D"/>
    <w:rsid w:val="00287F86"/>
    <w:rsid w:val="00385600"/>
    <w:rsid w:val="003921E9"/>
    <w:rsid w:val="003A2431"/>
    <w:rsid w:val="00464B0F"/>
    <w:rsid w:val="00525623"/>
    <w:rsid w:val="00532DEE"/>
    <w:rsid w:val="00580066"/>
    <w:rsid w:val="005C4CDE"/>
    <w:rsid w:val="006E7DCE"/>
    <w:rsid w:val="006F12D2"/>
    <w:rsid w:val="00727B67"/>
    <w:rsid w:val="0076543D"/>
    <w:rsid w:val="0082688A"/>
    <w:rsid w:val="008C5305"/>
    <w:rsid w:val="00A21C75"/>
    <w:rsid w:val="00A27211"/>
    <w:rsid w:val="00A4324D"/>
    <w:rsid w:val="00A62D44"/>
    <w:rsid w:val="00AF1CA2"/>
    <w:rsid w:val="00B3064D"/>
    <w:rsid w:val="00D37D6B"/>
    <w:rsid w:val="00DE1761"/>
    <w:rsid w:val="00E0691B"/>
    <w:rsid w:val="00E22511"/>
    <w:rsid w:val="00E731D4"/>
    <w:rsid w:val="00EA67C8"/>
    <w:rsid w:val="00F127B0"/>
    <w:rsid w:val="00F24E99"/>
    <w:rsid w:val="00FA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4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3064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B3064D"/>
    <w:pPr>
      <w:spacing w:before="53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7D6B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B3064D"/>
  </w:style>
  <w:style w:type="paragraph" w:customStyle="1" w:styleId="TableParagraph">
    <w:name w:val="Table Paragraph"/>
    <w:basedOn w:val="Normal"/>
    <w:uiPriority w:val="99"/>
    <w:rsid w:val="00B306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15</Pages>
  <Words>2081</Words>
  <Characters>11868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2002-03-21T20:03:00Z</cp:lastPrinted>
  <dcterms:created xsi:type="dcterms:W3CDTF">2026-01-12T09:56:00Z</dcterms:created>
  <dcterms:modified xsi:type="dcterms:W3CDTF">2002-03-21T20:04:00Z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Producer">
    <vt:lpwstr>3-Heights(TM) PDF Security Shell 4.8.25.2 (http://www.pdf-tools.com)</vt:lpwstr>
  </property>
</Properties>
</file>